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0E4" w:rsidRDefault="00217008">
      <w:r>
        <w:rPr>
          <w:noProof/>
          <w:lang w:val="es-ES" w:eastAsia="es-ES"/>
        </w:rPr>
        <w:pict>
          <v:roundrect id="_x0000_s1082" style="position:absolute;margin-left:206.25pt;margin-top:320.7pt;width:545.45pt;height:232.45pt;rotation:90;z-index:251659776" arcsize="10923f" stroked="f" strokecolor="#a80000" strokeweight="3pt">
            <v:fill opacity="29491f"/>
            <v:textbox style="mso-next-textbox:#_x0000_s1082">
              <w:txbxContent>
                <w:p w:rsidR="003316FF" w:rsidRPr="003316FF" w:rsidRDefault="00C14929" w:rsidP="003316FF">
                  <w:pPr>
                    <w:rPr>
                      <w:rFonts w:ascii="Brush Script Std" w:hAnsi="Brush Script Std"/>
                      <w:noProof/>
                      <w:color w:val="C00000"/>
                      <w:sz w:val="64"/>
                      <w:szCs w:val="64"/>
                      <w:lang w:val="es-ES" w:eastAsia="es-ES"/>
                    </w:rPr>
                  </w:pPr>
                  <w:r>
                    <w:rPr>
                      <w:rFonts w:ascii="Brush Script Std" w:hAnsi="Brush Script Std"/>
                      <w:noProof/>
                      <w:color w:val="C00000"/>
                      <w:sz w:val="64"/>
                      <w:szCs w:val="64"/>
                      <w:lang w:val="es-ES" w:eastAsia="es-ES"/>
                    </w:rPr>
                    <w:t>Raciones</w:t>
                  </w:r>
                </w:p>
                <w:p w:rsidR="003316FF" w:rsidRPr="00E73A01" w:rsidRDefault="00C14929" w:rsidP="003316FF">
                  <w:pPr>
                    <w:spacing w:line="276" w:lineRule="auto"/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 xml:space="preserve">Chopitos          </w:t>
                  </w:r>
                  <w:r w:rsidR="003316FF" w:rsidRPr="00E73A01"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 xml:space="preserve">          $35</w:t>
                  </w:r>
                </w:p>
                <w:p w:rsidR="003316FF" w:rsidRDefault="00DB7D56" w:rsidP="003316FF">
                  <w:pPr>
                    <w:spacing w:line="276" w:lineRule="auto"/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</w:pPr>
                  <w:r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  <w:t>Deliciosos chopitos revozados acompañados de limón a gusto del cliente.</w:t>
                  </w:r>
                </w:p>
                <w:p w:rsidR="00217008" w:rsidRPr="00E73A01" w:rsidRDefault="00217008" w:rsidP="003316FF">
                  <w:pPr>
                    <w:spacing w:line="276" w:lineRule="auto"/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</w:pPr>
                </w:p>
                <w:p w:rsidR="003316FF" w:rsidRPr="00E73A01" w:rsidRDefault="00DB7D56" w:rsidP="003316FF">
                  <w:pPr>
                    <w:spacing w:line="276" w:lineRule="auto"/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>Cazuelita</w:t>
                  </w:r>
                  <w:r w:rsidR="00C14929"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 xml:space="preserve"> de huevos con patatas y chistorra    </w:t>
                  </w:r>
                  <w:r w:rsidR="003316FF" w:rsidRPr="00E73A01"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>$35</w:t>
                  </w:r>
                </w:p>
                <w:p w:rsidR="003316FF" w:rsidRDefault="00DB7D56" w:rsidP="003316FF">
                  <w:pPr>
                    <w:spacing w:line="276" w:lineRule="auto"/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</w:pPr>
                  <w:r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  <w:t>Delicisa cazuela típica española con huevos, patatas y chistorra.</w:t>
                  </w:r>
                </w:p>
                <w:p w:rsidR="00217008" w:rsidRPr="00E73A01" w:rsidRDefault="00217008" w:rsidP="003316FF">
                  <w:pPr>
                    <w:spacing w:line="276" w:lineRule="auto"/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</w:pPr>
                </w:p>
                <w:p w:rsidR="003316FF" w:rsidRPr="00E73A01" w:rsidRDefault="00C14929" w:rsidP="003316FF">
                  <w:pPr>
                    <w:spacing w:line="276" w:lineRule="auto"/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 xml:space="preserve">Tabla de Jamón </w:t>
                  </w:r>
                  <w:r w:rsidR="003316FF" w:rsidRPr="00E73A01"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 xml:space="preserve">        $35</w:t>
                  </w:r>
                </w:p>
                <w:p w:rsidR="003316FF" w:rsidRDefault="00DB7D56" w:rsidP="003316FF">
                  <w:pPr>
                    <w:spacing w:line="276" w:lineRule="auto"/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</w:pPr>
                  <w:r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  <w:t>Finisimos cortes de jamón serrano traido especialmente España.</w:t>
                  </w:r>
                </w:p>
                <w:p w:rsidR="00217008" w:rsidRPr="00E73A01" w:rsidRDefault="00217008" w:rsidP="003316FF">
                  <w:pPr>
                    <w:spacing w:line="276" w:lineRule="auto"/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</w:pPr>
                </w:p>
                <w:p w:rsidR="003316FF" w:rsidRPr="00E73A01" w:rsidRDefault="00C14929" w:rsidP="003316FF">
                  <w:pPr>
                    <w:spacing w:line="276" w:lineRule="auto"/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>Croquetas caseras</w:t>
                  </w:r>
                  <w:r w:rsidR="003316FF" w:rsidRPr="00E73A01"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 xml:space="preserve">    $35</w:t>
                  </w:r>
                </w:p>
                <w:p w:rsidR="003316FF" w:rsidRDefault="003316FF" w:rsidP="003316FF">
                  <w:pPr>
                    <w:spacing w:line="276" w:lineRule="auto"/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</w:pPr>
                  <w:r w:rsidRPr="00E73A01"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  <w:t>Deliciosa</w:t>
                  </w:r>
                  <w:r w:rsidR="00DB7D56"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  <w:t>s croquetas caseras de bechamel, jamón o pescado a gusto del cliente.</w:t>
                  </w:r>
                </w:p>
                <w:p w:rsidR="00217008" w:rsidRDefault="00217008" w:rsidP="003316FF">
                  <w:pPr>
                    <w:spacing w:line="276" w:lineRule="auto"/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</w:pPr>
                </w:p>
                <w:p w:rsidR="003316FF" w:rsidRPr="00E73A01" w:rsidRDefault="00C14929" w:rsidP="003316FF">
                  <w:pPr>
                    <w:spacing w:line="276" w:lineRule="auto"/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>Lechal d</w:t>
                  </w:r>
                  <w:r w:rsidR="003316FF" w:rsidRPr="00E73A01"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>e</w:t>
                  </w:r>
                  <w:r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 xml:space="preserve"> cordero </w:t>
                  </w:r>
                  <w:r w:rsidR="003316FF" w:rsidRPr="00E73A01"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 xml:space="preserve">     $35</w:t>
                  </w:r>
                </w:p>
                <w:p w:rsidR="003316FF" w:rsidRDefault="00DB7D56" w:rsidP="00DB7D56">
                  <w:pPr>
                    <w:spacing w:line="276" w:lineRule="auto"/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</w:pPr>
                  <w:r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  <w:t>Esquisita carne de cordero traido de Segovia para deleitar a nuestros clientes.</w:t>
                  </w:r>
                </w:p>
                <w:p w:rsidR="00217008" w:rsidRDefault="00217008" w:rsidP="00DB7D56">
                  <w:pPr>
                    <w:spacing w:line="276" w:lineRule="auto"/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</w:pPr>
                </w:p>
                <w:p w:rsidR="00DB7D56" w:rsidRDefault="00DB7D56" w:rsidP="00DB7D56">
                  <w:pPr>
                    <w:spacing w:line="276" w:lineRule="auto"/>
                    <w:rPr>
                      <w:rFonts w:ascii="Arial" w:hAnsi="Arial" w:cs="Arial"/>
                      <w:b/>
                      <w:color w:val="auto"/>
                      <w:sz w:val="28"/>
                      <w:szCs w:val="28"/>
                      <w:lang w:val="es-ES"/>
                    </w:rPr>
                  </w:pPr>
                  <w:r w:rsidRPr="00DB7D56">
                    <w:rPr>
                      <w:rFonts w:ascii="Arial" w:hAnsi="Arial" w:cs="Arial"/>
                      <w:b/>
                      <w:color w:val="auto"/>
                      <w:sz w:val="28"/>
                      <w:szCs w:val="28"/>
                      <w:lang w:val="es-ES"/>
                    </w:rPr>
                    <w:t>Pulpo a la gallega        $35</w:t>
                  </w:r>
                </w:p>
                <w:p w:rsidR="00DB7D56" w:rsidRPr="00DB7D56" w:rsidRDefault="00DB7D56" w:rsidP="00DB7D56">
                  <w:pPr>
                    <w:spacing w:line="276" w:lineRule="auto"/>
                    <w:rPr>
                      <w:rFonts w:ascii="Arial" w:hAnsi="Arial" w:cs="Arial"/>
                      <w:color w:val="auto"/>
                      <w:sz w:val="24"/>
                      <w:szCs w:val="24"/>
                      <w:lang w:val="es-ES"/>
                    </w:rPr>
                  </w:pPr>
                  <w:r>
                    <w:rPr>
                      <w:rFonts w:ascii="Arial" w:hAnsi="Arial" w:cs="Arial"/>
                      <w:color w:val="auto"/>
                      <w:sz w:val="24"/>
                      <w:szCs w:val="24"/>
                      <w:lang w:val="es-ES"/>
                    </w:rPr>
                    <w:t>Delicioso pulpo hecho a la manera tradicional gallega.</w:t>
                  </w:r>
                </w:p>
                <w:p w:rsidR="003316FF" w:rsidRPr="00A531D5" w:rsidRDefault="003316FF" w:rsidP="003316FF">
                  <w:pPr>
                    <w:rPr>
                      <w:lang w:val="es-ES"/>
                    </w:rPr>
                  </w:pPr>
                </w:p>
              </w:txbxContent>
            </v:textbox>
          </v:roundrect>
        </w:pict>
      </w:r>
      <w:r w:rsidR="007D57A3">
        <w:rPr>
          <w:noProof/>
          <w:lang w:val="es-ES" w:eastAsia="es-ES"/>
        </w:rPr>
        <w:pict>
          <v:roundrect id="_x0000_s1081" style="position:absolute;margin-left:18.8pt;margin-top:40.9pt;width:266.45pt;height:656.35pt;z-index:251658752" arcsize="10923f" stroked="f" strokecolor="#a80000" strokeweight="3pt">
            <v:fill opacity="29491f"/>
            <v:textbox style="mso-next-textbox:#_x0000_s1081">
              <w:txbxContent>
                <w:p w:rsidR="003316FF" w:rsidRPr="003316FF" w:rsidRDefault="003316FF" w:rsidP="003316FF">
                  <w:pPr>
                    <w:rPr>
                      <w:rFonts w:ascii="Brush Script Std" w:hAnsi="Brush Script Std"/>
                      <w:noProof/>
                      <w:color w:val="C00000"/>
                      <w:sz w:val="64"/>
                      <w:szCs w:val="64"/>
                      <w:lang w:val="es-ES" w:eastAsia="es-ES"/>
                    </w:rPr>
                  </w:pPr>
                  <w:r>
                    <w:rPr>
                      <w:rFonts w:ascii="Brush Script Std" w:hAnsi="Brush Script Std"/>
                      <w:noProof/>
                      <w:color w:val="C00000"/>
                      <w:sz w:val="64"/>
                      <w:szCs w:val="64"/>
                      <w:lang w:val="es-ES" w:eastAsia="es-ES"/>
                    </w:rPr>
                    <w:t>E</w:t>
                  </w:r>
                  <w:r w:rsidR="00C14929">
                    <w:rPr>
                      <w:rFonts w:ascii="Brush Script Std" w:hAnsi="Brush Script Std"/>
                      <w:noProof/>
                      <w:color w:val="C00000"/>
                      <w:sz w:val="64"/>
                      <w:szCs w:val="64"/>
                      <w:lang w:val="es-ES" w:eastAsia="es-ES"/>
                    </w:rPr>
                    <w:t>ntrantes</w:t>
                  </w:r>
                </w:p>
                <w:p w:rsidR="003316FF" w:rsidRPr="00E73A01" w:rsidRDefault="00AB415C" w:rsidP="003316FF">
                  <w:pPr>
                    <w:spacing w:line="276" w:lineRule="auto"/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>Calamares a la romana</w:t>
                  </w:r>
                  <w:r w:rsidR="003316FF" w:rsidRPr="00E73A01"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 xml:space="preserve">          $35</w:t>
                  </w:r>
                </w:p>
                <w:p w:rsidR="00AB415C" w:rsidRDefault="00AB415C" w:rsidP="003316FF">
                  <w:pPr>
                    <w:spacing w:line="276" w:lineRule="auto"/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</w:pPr>
                  <w:r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  <w:t>Deliciosos aros fritos traidos frescos del mar.</w:t>
                  </w:r>
                </w:p>
                <w:p w:rsidR="00AB415C" w:rsidRDefault="00AB415C" w:rsidP="003316FF">
                  <w:pPr>
                    <w:spacing w:line="276" w:lineRule="auto"/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</w:pPr>
                </w:p>
                <w:p w:rsidR="003316FF" w:rsidRPr="00E73A01" w:rsidRDefault="00AB415C" w:rsidP="003316FF">
                  <w:pPr>
                    <w:spacing w:line="276" w:lineRule="auto"/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 xml:space="preserve">Champiñones al ajillo </w:t>
                  </w:r>
                  <w:r w:rsidR="003316FF" w:rsidRPr="00E73A01"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 xml:space="preserve">          $35</w:t>
                  </w:r>
                </w:p>
                <w:p w:rsidR="003316FF" w:rsidRDefault="00AB415C" w:rsidP="003316FF">
                  <w:pPr>
                    <w:spacing w:line="276" w:lineRule="auto"/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</w:pPr>
                  <w:r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  <w:t>Deliciosos champiñones aliñados con una salsa tradicional andaluza al ajillo</w:t>
                  </w:r>
                  <w:r w:rsidR="003316FF" w:rsidRPr="00E73A01"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  <w:t>.</w:t>
                  </w:r>
                </w:p>
                <w:p w:rsidR="00AB415C" w:rsidRPr="00E73A01" w:rsidRDefault="00AB415C" w:rsidP="003316FF">
                  <w:pPr>
                    <w:spacing w:line="276" w:lineRule="auto"/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</w:pPr>
                </w:p>
                <w:p w:rsidR="003316FF" w:rsidRPr="00E73A01" w:rsidRDefault="00AB415C" w:rsidP="003316FF">
                  <w:pPr>
                    <w:spacing w:line="276" w:lineRule="auto"/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 xml:space="preserve">Tabla de quesos               </w:t>
                  </w:r>
                  <w:r w:rsidR="003316FF" w:rsidRPr="00E73A01"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 xml:space="preserve">     $35</w:t>
                  </w:r>
                </w:p>
                <w:p w:rsidR="003316FF" w:rsidRDefault="00AB415C" w:rsidP="003316FF">
                  <w:pPr>
                    <w:spacing w:line="276" w:lineRule="auto"/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</w:pPr>
                  <w:r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  <w:t>Un surtido de deliciosos quesos manchegos y galegos</w:t>
                  </w:r>
                  <w:r w:rsidR="003316FF" w:rsidRPr="00E73A01"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  <w:t>.</w:t>
                  </w:r>
                </w:p>
                <w:p w:rsidR="00AB415C" w:rsidRPr="00E73A01" w:rsidRDefault="00AB415C" w:rsidP="003316FF">
                  <w:pPr>
                    <w:spacing w:line="276" w:lineRule="auto"/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</w:pPr>
                </w:p>
                <w:p w:rsidR="003316FF" w:rsidRPr="00E73A01" w:rsidRDefault="00AB415C" w:rsidP="003316FF">
                  <w:pPr>
                    <w:spacing w:line="276" w:lineRule="auto"/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 xml:space="preserve">Migas con chorizo        </w:t>
                  </w:r>
                  <w:r w:rsidR="003316FF" w:rsidRPr="00E73A01"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 xml:space="preserve">        $35</w:t>
                  </w:r>
                </w:p>
                <w:p w:rsidR="003316FF" w:rsidRDefault="00AB415C" w:rsidP="003316FF">
                  <w:pPr>
                    <w:spacing w:line="276" w:lineRule="auto"/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</w:pPr>
                  <w:r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  <w:t>Deliciosas migas tradicionales, compuestas de pan, ajo chorizo y aceite</w:t>
                  </w:r>
                  <w:r w:rsidR="003316FF" w:rsidRPr="00E73A01"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  <w:t>.</w:t>
                  </w:r>
                </w:p>
                <w:p w:rsidR="00AB415C" w:rsidRDefault="00AB415C" w:rsidP="003316FF">
                  <w:pPr>
                    <w:spacing w:line="276" w:lineRule="auto"/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</w:pPr>
                </w:p>
                <w:p w:rsidR="003316FF" w:rsidRPr="00E73A01" w:rsidRDefault="00AB415C" w:rsidP="003316FF">
                  <w:pPr>
                    <w:spacing w:line="276" w:lineRule="auto"/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>Sardinas asadas</w:t>
                  </w:r>
                  <w:r w:rsidR="003316FF" w:rsidRPr="00E73A01"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 xml:space="preserve">       </w:t>
                  </w:r>
                  <w:r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 xml:space="preserve">         </w:t>
                  </w:r>
                  <w:r w:rsidR="003316FF" w:rsidRPr="00E73A01"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 xml:space="preserve">   $35</w:t>
                  </w:r>
                </w:p>
                <w:p w:rsidR="003316FF" w:rsidRDefault="00C14929" w:rsidP="003316FF">
                  <w:pPr>
                    <w:spacing w:line="276" w:lineRule="auto"/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</w:pPr>
                  <w:r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  <w:t>Plato tí</w:t>
                  </w:r>
                  <w:r w:rsidR="00AB415C"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  <w:t>pico de la gastronomía gallega</w:t>
                  </w:r>
                  <w:r w:rsidR="003316FF" w:rsidRPr="00E73A01"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  <w:t>.</w:t>
                  </w:r>
                </w:p>
                <w:p w:rsidR="00AB415C" w:rsidRPr="00E73A01" w:rsidRDefault="00AB415C" w:rsidP="003316FF">
                  <w:pPr>
                    <w:spacing w:line="276" w:lineRule="auto"/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</w:pPr>
                </w:p>
                <w:p w:rsidR="003316FF" w:rsidRPr="00E73A01" w:rsidRDefault="00AB415C" w:rsidP="003316FF">
                  <w:pPr>
                    <w:spacing w:line="276" w:lineRule="auto"/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 xml:space="preserve">Tortilla de Patata      </w:t>
                  </w:r>
                  <w:r w:rsidR="003316FF" w:rsidRPr="00E73A01"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 xml:space="preserve">         </w:t>
                  </w:r>
                  <w:r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 xml:space="preserve">  </w:t>
                  </w:r>
                  <w:r w:rsidR="003316FF" w:rsidRPr="00E73A01"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 xml:space="preserve"> $35</w:t>
                  </w:r>
                </w:p>
                <w:p w:rsidR="003316FF" w:rsidRDefault="003316FF" w:rsidP="003316FF">
                  <w:pPr>
                    <w:spacing w:line="276" w:lineRule="auto"/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</w:pPr>
                  <w:r w:rsidRPr="00E73A01"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  <w:t xml:space="preserve">Deliciosa </w:t>
                  </w:r>
                  <w:r w:rsidR="00AB415C"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  <w:t>tortilla de patata, el plato más tradicional y destacado de nuestra gastronomía</w:t>
                  </w:r>
                  <w:r w:rsidRPr="00E73A01"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  <w:t>.</w:t>
                  </w:r>
                </w:p>
                <w:p w:rsidR="00AB415C" w:rsidRPr="00E73A01" w:rsidRDefault="00AB415C" w:rsidP="003316FF">
                  <w:pPr>
                    <w:spacing w:line="276" w:lineRule="auto"/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</w:pPr>
                </w:p>
                <w:p w:rsidR="003316FF" w:rsidRPr="00E73A01" w:rsidRDefault="00AB415C" w:rsidP="003316FF">
                  <w:pPr>
                    <w:spacing w:line="276" w:lineRule="auto"/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>Chorizos al vino o a la sidra</w:t>
                  </w:r>
                  <w:r w:rsidR="003316FF" w:rsidRPr="00E73A01"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 xml:space="preserve">          $35</w:t>
                  </w:r>
                </w:p>
                <w:p w:rsidR="003316FF" w:rsidRDefault="00AB415C" w:rsidP="003316FF">
                  <w:pPr>
                    <w:spacing w:line="276" w:lineRule="auto"/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</w:pPr>
                  <w:r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  <w:t>Típicos chirizos quemados al vino o ala sidra</w:t>
                  </w:r>
                  <w:r w:rsidR="003316FF" w:rsidRPr="00E73A01"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  <w:t>.</w:t>
                  </w:r>
                </w:p>
                <w:p w:rsidR="00C14929" w:rsidRPr="00E73A01" w:rsidRDefault="00C14929" w:rsidP="003316FF">
                  <w:pPr>
                    <w:spacing w:line="276" w:lineRule="auto"/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  <w:lang w:val="es-ES"/>
                    </w:rPr>
                  </w:pPr>
                </w:p>
                <w:p w:rsidR="003316FF" w:rsidRPr="00C14929" w:rsidRDefault="00C14929" w:rsidP="003316FF">
                  <w:pPr>
                    <w:spacing w:line="276" w:lineRule="auto"/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</w:pPr>
                  <w:r w:rsidRPr="00C14929"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>Patatas bravas</w:t>
                  </w:r>
                  <w:r>
                    <w:rPr>
                      <w:rFonts w:ascii="Arial" w:hAnsi="Arial" w:cs="Arial"/>
                      <w:b/>
                      <w:noProof/>
                      <w:color w:val="auto"/>
                      <w:sz w:val="28"/>
                      <w:szCs w:val="28"/>
                      <w:lang w:val="es-ES"/>
                    </w:rPr>
                    <w:t xml:space="preserve">                      $35</w:t>
                  </w:r>
                </w:p>
                <w:p w:rsidR="003316FF" w:rsidRPr="00C14929" w:rsidRDefault="00C14929" w:rsidP="003316FF">
                  <w:pPr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  <w:r w:rsidRPr="00C14929"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  <w:t>Rriquisimas patatas con salsas brava y alioli a su gusto.</w:t>
                  </w:r>
                </w:p>
              </w:txbxContent>
            </v:textbox>
          </v:roundrect>
        </w:pict>
      </w:r>
      <w:r w:rsidR="007D57A3">
        <w:rPr>
          <w:noProof/>
          <w:lang w:val="es-ES"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0" type="#_x0000_t202" style="position:absolute;margin-left:292.25pt;margin-top:56.2pt;width:281.3pt;height:91.2pt;z-index:251657728" fillcolor="#fabf8f" strokecolor="#e36c0a" strokeweight="4.5pt">
            <v:fill opacity=".5"/>
            <v:stroke linestyle="thickThin"/>
            <v:textbox style="mso-next-textbox:#_x0000_s1080">
              <w:txbxContent>
                <w:p w:rsidR="003316FF" w:rsidRPr="00AB415C" w:rsidRDefault="003316FF" w:rsidP="003316FF">
                  <w:pPr>
                    <w:jc w:val="center"/>
                    <w:rPr>
                      <w:rFonts w:ascii="Comic Sans MS" w:hAnsi="Comic Sans MS" w:cs="Arial"/>
                      <w:noProof/>
                      <w:color w:val="C00000"/>
                      <w:sz w:val="48"/>
                      <w:szCs w:val="48"/>
                      <w:lang w:val="es-ES"/>
                    </w:rPr>
                  </w:pPr>
                  <w:r w:rsidRPr="00AB415C">
                    <w:rPr>
                      <w:rFonts w:ascii="Comic Sans MS" w:hAnsi="Comic Sans MS" w:cs="Arial"/>
                      <w:noProof/>
                      <w:color w:val="C00000"/>
                      <w:sz w:val="48"/>
                      <w:szCs w:val="48"/>
                      <w:lang w:val="es-ES"/>
                    </w:rPr>
                    <w:t>Especial del Día</w:t>
                  </w:r>
                </w:p>
                <w:p w:rsidR="003316FF" w:rsidRPr="00AB415C" w:rsidRDefault="00C14929" w:rsidP="003316FF">
                  <w:pPr>
                    <w:jc w:val="center"/>
                    <w:rPr>
                      <w:rFonts w:ascii="Arial" w:hAnsi="Arial" w:cs="Arial"/>
                      <w:noProof/>
                      <w:color w:val="4F6228"/>
                      <w:sz w:val="28"/>
                      <w:szCs w:val="28"/>
                      <w:lang w:val="es-E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color w:val="4F6228"/>
                      <w:sz w:val="28"/>
                      <w:szCs w:val="28"/>
                      <w:lang w:val="es-ES"/>
                    </w:rPr>
                    <w:t>Tortilla de patata con cebolla y pimientos rojos.</w:t>
                  </w:r>
                </w:p>
              </w:txbxContent>
            </v:textbox>
            <w10:wrap type="square"/>
          </v:shape>
        </w:pict>
      </w:r>
      <w:r w:rsidR="002D08BA">
        <w:rPr>
          <w:noProof/>
          <w:lang w:val="es-ES" w:eastAsia="es-ES"/>
        </w:rPr>
        <w:drawing>
          <wp:inline distT="0" distB="0" distL="0" distR="0">
            <wp:extent cx="7550785" cy="10640060"/>
            <wp:effectExtent l="19050" t="0" r="0" b="0"/>
            <wp:docPr id="1" name="Imagen 1" descr="C:\Users\particular\Documents\eww sevillan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ticular\Documents\eww sevillanas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785" cy="10640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08BA">
        <w:rPr>
          <w:noProof/>
          <w:lang w:val="es-ES" w:eastAsia="es-ES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margin">
              <wp:posOffset>5967095</wp:posOffset>
            </wp:positionH>
            <wp:positionV relativeFrom="margin">
              <wp:posOffset>7352665</wp:posOffset>
            </wp:positionV>
            <wp:extent cx="1328420" cy="1954530"/>
            <wp:effectExtent l="19050" t="0" r="5080" b="0"/>
            <wp:wrapSquare wrapText="bothSides"/>
            <wp:docPr id="54" name="12 Imagen" descr="tomat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 Imagen" descr="tomate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1954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5F70E4" w:rsidSect="00B74817">
      <w:pgSz w:w="12240" w:h="15840" w:code="1"/>
      <w:pgMar w:top="360" w:right="360" w:bottom="360" w:left="360" w:header="36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B74" w:rsidRDefault="00936B74" w:rsidP="00217008">
      <w:r>
        <w:separator/>
      </w:r>
    </w:p>
  </w:endnote>
  <w:endnote w:type="continuationSeparator" w:id="1">
    <w:p w:rsidR="00936B74" w:rsidRDefault="00936B74" w:rsidP="00217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B74" w:rsidRDefault="00936B74" w:rsidP="00217008">
      <w:r>
        <w:separator/>
      </w:r>
    </w:p>
  </w:footnote>
  <w:footnote w:type="continuationSeparator" w:id="1">
    <w:p w:rsidR="00936B74" w:rsidRDefault="00936B74" w:rsidP="002170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attachedTemplate r:id="rId1"/>
  <w:stylePaneFormatFilter w:val="3F01"/>
  <w:defaultTabStop w:val="720"/>
  <w:hyphenationZone w:val="425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4929"/>
    <w:rsid w:val="000D247E"/>
    <w:rsid w:val="00115185"/>
    <w:rsid w:val="0019055C"/>
    <w:rsid w:val="00194B1B"/>
    <w:rsid w:val="0019733B"/>
    <w:rsid w:val="001B326D"/>
    <w:rsid w:val="001E42E6"/>
    <w:rsid w:val="00217008"/>
    <w:rsid w:val="002232D5"/>
    <w:rsid w:val="00257E01"/>
    <w:rsid w:val="002D08BA"/>
    <w:rsid w:val="003316FF"/>
    <w:rsid w:val="00394102"/>
    <w:rsid w:val="003B7DE5"/>
    <w:rsid w:val="004939BF"/>
    <w:rsid w:val="005346C7"/>
    <w:rsid w:val="0056417C"/>
    <w:rsid w:val="005A436A"/>
    <w:rsid w:val="005F70E4"/>
    <w:rsid w:val="005F7D08"/>
    <w:rsid w:val="00606D3B"/>
    <w:rsid w:val="00625E20"/>
    <w:rsid w:val="006E4F6D"/>
    <w:rsid w:val="007D57A3"/>
    <w:rsid w:val="0085545F"/>
    <w:rsid w:val="00904EDB"/>
    <w:rsid w:val="00936B74"/>
    <w:rsid w:val="00A17C68"/>
    <w:rsid w:val="00AB415C"/>
    <w:rsid w:val="00B024DE"/>
    <w:rsid w:val="00B74817"/>
    <w:rsid w:val="00C14929"/>
    <w:rsid w:val="00C4400C"/>
    <w:rsid w:val="00C50DA3"/>
    <w:rsid w:val="00DB7D56"/>
    <w:rsid w:val="00E65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17C68"/>
    <w:rPr>
      <w:color w:val="212120"/>
      <w:kern w:val="28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C1492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14929"/>
    <w:rPr>
      <w:rFonts w:ascii="Tahoma" w:hAnsi="Tahoma" w:cs="Tahoma"/>
      <w:color w:val="212120"/>
      <w:kern w:val="28"/>
      <w:sz w:val="16"/>
      <w:szCs w:val="16"/>
      <w:lang w:val="en-US" w:eastAsia="en-US"/>
    </w:rPr>
  </w:style>
  <w:style w:type="paragraph" w:styleId="Encabezado">
    <w:name w:val="header"/>
    <w:basedOn w:val="Normal"/>
    <w:link w:val="EncabezadoCar"/>
    <w:rsid w:val="0021700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217008"/>
    <w:rPr>
      <w:color w:val="212120"/>
      <w:kern w:val="28"/>
      <w:lang w:val="en-US" w:eastAsia="en-US"/>
    </w:rPr>
  </w:style>
  <w:style w:type="paragraph" w:styleId="Piedepgina">
    <w:name w:val="footer"/>
    <w:basedOn w:val="Normal"/>
    <w:link w:val="PiedepginaCar"/>
    <w:rsid w:val="0021700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217008"/>
    <w:rPr>
      <w:color w:val="212120"/>
      <w:kern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rticular\Downloads\EWW%20car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56A25-7A2B-4582-BE8F-230DA9DB2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EWW carta</Template>
  <TotalTime>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StockLayouts LLC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particular</dc:creator>
  <cp:lastModifiedBy>particular</cp:lastModifiedBy>
  <cp:revision>2</cp:revision>
  <dcterms:created xsi:type="dcterms:W3CDTF">2015-02-25T08:08:00Z</dcterms:created>
  <dcterms:modified xsi:type="dcterms:W3CDTF">2015-02-25T08:08:00Z</dcterms:modified>
</cp:coreProperties>
</file>